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8A7FEE7-1026-40FE-9149-E7F4C430DD91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